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25239A" w:rsidRDefault="000855FF" w:rsidP="00305110">
      <w:pPr>
        <w:jc w:val="right"/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1F4309C2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  <w:r w:rsidR="00305110">
              <w:rPr>
                <w:rFonts w:asciiTheme="minorHAnsi" w:hAnsiTheme="minorHAnsi" w:cstheme="minorHAnsi"/>
                <w:sz w:val="16"/>
                <w:szCs w:val="16"/>
              </w:rPr>
              <w:t>..</w:t>
            </w:r>
          </w:p>
          <w:p w14:paraId="4FCBDFAF" w14:textId="77777777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92007B">
            <w:pPr>
              <w:spacing w:line="276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3137C1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Cs w:val="18"/>
        </w:rPr>
      </w:pPr>
      <w:r w:rsidRPr="003137C1">
        <w:rPr>
          <w:rFonts w:ascii="Verdana" w:hAnsi="Verdana" w:cstheme="minorHAnsi"/>
          <w:b/>
          <w:szCs w:val="18"/>
        </w:rPr>
        <w:t>WYKAZ OSÓB</w:t>
      </w:r>
    </w:p>
    <w:p w14:paraId="0C05A1DE" w14:textId="496BE6FE" w:rsidR="000855FF" w:rsidRPr="003137C1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Cs w:val="18"/>
        </w:rPr>
      </w:pPr>
    </w:p>
    <w:p w14:paraId="0907ABDD" w14:textId="51CA6EAF" w:rsidR="005A297E" w:rsidRPr="0088060B" w:rsidRDefault="005A297E" w:rsidP="0088060B">
      <w:pPr>
        <w:ind w:left="142" w:right="139"/>
        <w:jc w:val="both"/>
        <w:rPr>
          <w:rFonts w:ascii="Verdana" w:hAnsi="Verdana" w:cstheme="minorHAnsi"/>
          <w:b/>
          <w:szCs w:val="18"/>
          <w:lang w:eastAsia="pl-PL"/>
        </w:rPr>
      </w:pPr>
      <w:r w:rsidRPr="003137C1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r w:rsidR="00F533EA" w:rsidRPr="00F533EA">
        <w:rPr>
          <w:rFonts w:ascii="Verdana" w:hAnsi="Verdana" w:cstheme="minorHAnsi"/>
          <w:b/>
          <w:szCs w:val="18"/>
          <w:lang w:eastAsia="pl-PL"/>
        </w:rPr>
        <w:t>POST/DYS/OZ/GZ/00207/2026</w:t>
      </w:r>
      <w:r w:rsidR="00F533EA">
        <w:rPr>
          <w:rFonts w:ascii="Verdana" w:hAnsi="Verdana" w:cstheme="minorHAnsi"/>
          <w:b/>
          <w:szCs w:val="18"/>
          <w:lang w:eastAsia="pl-PL"/>
        </w:rPr>
        <w:t xml:space="preserve"> </w:t>
      </w:r>
      <w:r w:rsidRPr="003137C1">
        <w:rPr>
          <w:rFonts w:ascii="Verdana" w:hAnsi="Verdana" w:cstheme="minorHAnsi"/>
          <w:szCs w:val="18"/>
          <w:lang w:eastAsia="pl-PL"/>
        </w:rPr>
        <w:t xml:space="preserve">prowadzonym w trybie przetargu nieograniczonego pn. </w:t>
      </w:r>
      <w:r w:rsidR="00F533EA" w:rsidRPr="00F533EA">
        <w:rPr>
          <w:rFonts w:ascii="Verdana" w:hAnsi="Verdana" w:cstheme="minorHAnsi"/>
          <w:b/>
          <w:bCs/>
          <w:szCs w:val="18"/>
          <w:lang w:eastAsia="pl-PL"/>
        </w:rPr>
        <w:t xml:space="preserve">Przyłączenie 3 podmiotów na terenie RE Tomaszów Lub. </w:t>
      </w:r>
      <w:r w:rsidR="00F533EA">
        <w:rPr>
          <w:rFonts w:ascii="Verdana" w:hAnsi="Verdana" w:cstheme="minorHAnsi"/>
          <w:b/>
          <w:bCs/>
          <w:szCs w:val="18"/>
          <w:lang w:eastAsia="pl-PL"/>
        </w:rPr>
        <w:br/>
      </w:r>
      <w:r w:rsidR="00F533EA" w:rsidRPr="00F533EA">
        <w:rPr>
          <w:rFonts w:ascii="Verdana" w:hAnsi="Verdana" w:cstheme="minorHAnsi"/>
          <w:b/>
          <w:bCs/>
          <w:szCs w:val="18"/>
          <w:lang w:eastAsia="pl-PL"/>
        </w:rPr>
        <w:t xml:space="preserve">i RE Zamość (Tomaszów Lub., Poturzyn, </w:t>
      </w:r>
      <w:proofErr w:type="spellStart"/>
      <w:r w:rsidR="00F533EA" w:rsidRPr="00F533EA">
        <w:rPr>
          <w:rFonts w:ascii="Verdana" w:hAnsi="Verdana" w:cstheme="minorHAnsi"/>
          <w:b/>
          <w:bCs/>
          <w:szCs w:val="18"/>
          <w:lang w:eastAsia="pl-PL"/>
        </w:rPr>
        <w:t>Zaburze</w:t>
      </w:r>
      <w:proofErr w:type="spellEnd"/>
      <w:r w:rsidR="00F533EA" w:rsidRPr="00F533EA">
        <w:rPr>
          <w:rFonts w:ascii="Verdana" w:hAnsi="Verdana" w:cstheme="minorHAnsi"/>
          <w:b/>
          <w:bCs/>
          <w:szCs w:val="18"/>
          <w:lang w:eastAsia="pl-PL"/>
        </w:rPr>
        <w:t xml:space="preserve">), realizowane w systemie „zaprojektuj </w:t>
      </w:r>
      <w:r w:rsidR="00F533EA">
        <w:rPr>
          <w:rFonts w:ascii="Verdana" w:hAnsi="Verdana" w:cstheme="minorHAnsi"/>
          <w:b/>
          <w:bCs/>
          <w:szCs w:val="18"/>
          <w:lang w:eastAsia="pl-PL"/>
        </w:rPr>
        <w:br/>
      </w:r>
      <w:r w:rsidR="00F533EA" w:rsidRPr="00F533EA">
        <w:rPr>
          <w:rFonts w:ascii="Verdana" w:hAnsi="Verdana" w:cstheme="minorHAnsi"/>
          <w:b/>
          <w:bCs/>
          <w:szCs w:val="18"/>
          <w:lang w:eastAsia="pl-PL"/>
        </w:rPr>
        <w:t xml:space="preserve">i zbuduj”: cz. 1- elektrownia fotowoltaiczna w m. Tomaszów Lub., dz. nr 10/3, 11, 12, 13, 243/3, cz. 2 - farma fotowoltaiczna „Poturzyn 1”, dz. nr 22/2 w m. Poturzyn, gm. Telatyn, cz. 3 - zakład produkcyjny – </w:t>
      </w:r>
      <w:proofErr w:type="spellStart"/>
      <w:r w:rsidR="00F533EA" w:rsidRPr="00F533EA">
        <w:rPr>
          <w:rFonts w:ascii="Verdana" w:hAnsi="Verdana" w:cstheme="minorHAnsi"/>
          <w:b/>
          <w:bCs/>
          <w:szCs w:val="18"/>
          <w:lang w:eastAsia="pl-PL"/>
        </w:rPr>
        <w:t>Peleciarnia</w:t>
      </w:r>
      <w:proofErr w:type="spellEnd"/>
      <w:r w:rsidR="00F533EA" w:rsidRPr="00F533EA">
        <w:rPr>
          <w:rFonts w:ascii="Verdana" w:hAnsi="Verdana" w:cstheme="minorHAnsi"/>
          <w:b/>
          <w:bCs/>
          <w:szCs w:val="18"/>
          <w:lang w:eastAsia="pl-PL"/>
        </w:rPr>
        <w:t xml:space="preserve">, dz. nr 237/1 w m. </w:t>
      </w:r>
      <w:proofErr w:type="spellStart"/>
      <w:r w:rsidR="00F533EA" w:rsidRPr="00F533EA">
        <w:rPr>
          <w:rFonts w:ascii="Verdana" w:hAnsi="Verdana" w:cstheme="minorHAnsi"/>
          <w:b/>
          <w:bCs/>
          <w:szCs w:val="18"/>
          <w:lang w:eastAsia="pl-PL"/>
        </w:rPr>
        <w:t>Zaburze</w:t>
      </w:r>
      <w:proofErr w:type="spellEnd"/>
      <w:r w:rsidR="00F533EA" w:rsidRPr="00F533EA">
        <w:rPr>
          <w:rFonts w:ascii="Verdana" w:hAnsi="Verdana" w:cstheme="minorHAnsi"/>
          <w:b/>
          <w:bCs/>
          <w:szCs w:val="18"/>
          <w:lang w:eastAsia="pl-PL"/>
        </w:rPr>
        <w:t>, gm. Radecznica</w:t>
      </w:r>
      <w:r w:rsidR="00F533EA">
        <w:rPr>
          <w:rFonts w:ascii="Verdana" w:hAnsi="Verdana" w:cstheme="minorHAnsi"/>
          <w:b/>
          <w:bCs/>
          <w:szCs w:val="18"/>
          <w:lang w:eastAsia="pl-PL"/>
        </w:rPr>
        <w:t xml:space="preserve">, </w:t>
      </w:r>
      <w:r w:rsidRPr="003137C1">
        <w:rPr>
          <w:rFonts w:ascii="Verdana" w:hAnsi="Verdana" w:cstheme="minorHAnsi"/>
          <w:szCs w:val="18"/>
          <w:lang w:eastAsia="pl-PL"/>
        </w:rPr>
        <w:t xml:space="preserve">oświadczamy, </w:t>
      </w:r>
      <w:r w:rsidR="00F533EA">
        <w:rPr>
          <w:rFonts w:ascii="Verdana" w:hAnsi="Verdana" w:cstheme="minorHAnsi"/>
          <w:szCs w:val="18"/>
          <w:lang w:eastAsia="pl-PL"/>
        </w:rPr>
        <w:br/>
      </w:r>
      <w:r w:rsidR="005D45FC" w:rsidRPr="003137C1">
        <w:rPr>
          <w:rFonts w:ascii="Verdana" w:hAnsi="Verdana"/>
          <w:color w:val="000000"/>
          <w:szCs w:val="18"/>
        </w:rPr>
        <w:t>że dysponujemy następującymi osobami zdolnymi do realizacji zadania.</w:t>
      </w:r>
    </w:p>
    <w:p w14:paraId="00A0580C" w14:textId="2CC40F43" w:rsidR="00642B2F" w:rsidRPr="003137C1" w:rsidRDefault="00DD4731" w:rsidP="00DD4731">
      <w:pPr>
        <w:tabs>
          <w:tab w:val="left" w:pos="7275"/>
        </w:tabs>
        <w:ind w:left="-284"/>
        <w:rPr>
          <w:rFonts w:ascii="Verdana" w:hAnsi="Verdana" w:cstheme="minorHAnsi"/>
          <w:b/>
          <w:color w:val="FF0000"/>
          <w:szCs w:val="18"/>
          <w:lang w:eastAsia="pl-PL"/>
        </w:rPr>
      </w:pPr>
      <w:r w:rsidRPr="003137C1">
        <w:rPr>
          <w:rFonts w:ascii="Verdana" w:hAnsi="Verdana" w:cstheme="minorHAnsi"/>
          <w:b/>
          <w:color w:val="FF0000"/>
          <w:szCs w:val="18"/>
          <w:lang w:eastAsia="pl-PL"/>
        </w:rPr>
        <w:tab/>
      </w:r>
    </w:p>
    <w:p w14:paraId="502342C8" w14:textId="0A54F10B" w:rsidR="000855FF" w:rsidRPr="003137C1" w:rsidRDefault="00642B2F" w:rsidP="00642B2F">
      <w:pPr>
        <w:ind w:left="142"/>
        <w:rPr>
          <w:rFonts w:ascii="Verdana" w:hAnsi="Verdana" w:cstheme="minorHAnsi"/>
          <w:b/>
          <w:bCs/>
          <w:szCs w:val="18"/>
          <w:lang w:eastAsia="pl-PL"/>
        </w:rPr>
      </w:pPr>
      <w:r w:rsidRPr="003137C1">
        <w:rPr>
          <w:rFonts w:ascii="Verdana" w:hAnsi="Verdana" w:cstheme="minorHAnsi"/>
          <w:b/>
          <w:color w:val="FF0000"/>
          <w:szCs w:val="18"/>
          <w:lang w:eastAsia="pl-PL"/>
        </w:rPr>
        <w:t>Dotyczy Części postępowania nr .........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2F227607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639789AF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464D1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7E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4DB857F" w14:textId="259A2D41" w:rsidR="0088060B" w:rsidRPr="0088060B" w:rsidRDefault="00347E8D" w:rsidP="0088060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708C5D7B" w:rsidR="00347E8D" w:rsidRPr="006B2C28" w:rsidRDefault="00F533EA" w:rsidP="0088060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533EA"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POST/DYS/OZ/GZ/00207/2026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5ABB57BF">
              <wp:simplePos x="0" y="0"/>
              <wp:positionH relativeFrom="page">
                <wp:posOffset>0</wp:posOffset>
              </wp:positionH>
              <wp:positionV relativeFrom="page">
                <wp:posOffset>151076</wp:posOffset>
              </wp:positionV>
              <wp:extent cx="7560310" cy="159026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902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49C2467" w:rsidR="00A62B4C" w:rsidRPr="00A62B4C" w:rsidRDefault="00A62B4C" w:rsidP="00DD4731">
                          <w:pPr>
                            <w:spacing w:after="0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1.9pt;width:595.3pt;height:12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" o:allowincell="f" filled="f" stroked="f" strokeweight=".5pt">
              <v:textbox inset=",0,20pt,0">
                <w:txbxContent>
                  <w:p w14:paraId="7B5F2E8B" w14:textId="349C2467" w:rsidR="00A62B4C" w:rsidRPr="00A62B4C" w:rsidRDefault="00A62B4C" w:rsidP="00DD4731">
                    <w:pPr>
                      <w:spacing w:after="0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21081465">
    <w:abstractNumId w:val="18"/>
  </w:num>
  <w:num w:numId="2" w16cid:durableId="936253264">
    <w:abstractNumId w:val="7"/>
  </w:num>
  <w:num w:numId="3" w16cid:durableId="1236889748">
    <w:abstractNumId w:val="12"/>
  </w:num>
  <w:num w:numId="4" w16cid:durableId="1453747722">
    <w:abstractNumId w:val="20"/>
  </w:num>
  <w:num w:numId="5" w16cid:durableId="778524857">
    <w:abstractNumId w:val="18"/>
  </w:num>
  <w:num w:numId="6" w16cid:durableId="2043554377">
    <w:abstractNumId w:val="18"/>
  </w:num>
  <w:num w:numId="7" w16cid:durableId="799880960">
    <w:abstractNumId w:val="3"/>
  </w:num>
  <w:num w:numId="8" w16cid:durableId="1861311641">
    <w:abstractNumId w:val="27"/>
  </w:num>
  <w:num w:numId="9" w16cid:durableId="1029068946">
    <w:abstractNumId w:val="16"/>
  </w:num>
  <w:num w:numId="10" w16cid:durableId="1540555357">
    <w:abstractNumId w:val="4"/>
  </w:num>
  <w:num w:numId="11" w16cid:durableId="2037580689">
    <w:abstractNumId w:val="13"/>
  </w:num>
  <w:num w:numId="12" w16cid:durableId="1114639695">
    <w:abstractNumId w:val="11"/>
  </w:num>
  <w:num w:numId="13" w16cid:durableId="87969910">
    <w:abstractNumId w:val="26"/>
  </w:num>
  <w:num w:numId="14" w16cid:durableId="325016188">
    <w:abstractNumId w:val="22"/>
  </w:num>
  <w:num w:numId="15" w16cid:durableId="834995255">
    <w:abstractNumId w:val="15"/>
  </w:num>
  <w:num w:numId="16" w16cid:durableId="69624651">
    <w:abstractNumId w:val="9"/>
  </w:num>
  <w:num w:numId="17" w16cid:durableId="1925065338">
    <w:abstractNumId w:val="5"/>
  </w:num>
  <w:num w:numId="18" w16cid:durableId="21344731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3442409">
    <w:abstractNumId w:val="0"/>
  </w:num>
  <w:num w:numId="20" w16cid:durableId="1626234780">
    <w:abstractNumId w:val="28"/>
  </w:num>
  <w:num w:numId="21" w16cid:durableId="950212142">
    <w:abstractNumId w:val="1"/>
  </w:num>
  <w:num w:numId="22" w16cid:durableId="770777585">
    <w:abstractNumId w:val="14"/>
  </w:num>
  <w:num w:numId="23" w16cid:durableId="1515265025">
    <w:abstractNumId w:val="10"/>
  </w:num>
  <w:num w:numId="24" w16cid:durableId="1231647545">
    <w:abstractNumId w:val="21"/>
  </w:num>
  <w:num w:numId="25" w16cid:durableId="1284964532">
    <w:abstractNumId w:val="25"/>
  </w:num>
  <w:num w:numId="26" w16cid:durableId="1648170091">
    <w:abstractNumId w:val="2"/>
  </w:num>
  <w:num w:numId="27" w16cid:durableId="74015898">
    <w:abstractNumId w:val="24"/>
  </w:num>
  <w:num w:numId="28" w16cid:durableId="170603875">
    <w:abstractNumId w:val="23"/>
  </w:num>
  <w:num w:numId="29" w16cid:durableId="161280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881819">
    <w:abstractNumId w:val="19"/>
  </w:num>
  <w:num w:numId="31" w16cid:durableId="2007126086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ACE"/>
    <w:rsid w:val="00060EAD"/>
    <w:rsid w:val="00061292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248D"/>
    <w:rsid w:val="001A4996"/>
    <w:rsid w:val="001A4BCD"/>
    <w:rsid w:val="001B0061"/>
    <w:rsid w:val="001C29C5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239A"/>
    <w:rsid w:val="00257F22"/>
    <w:rsid w:val="00264A06"/>
    <w:rsid w:val="00265B9D"/>
    <w:rsid w:val="00270752"/>
    <w:rsid w:val="002743D5"/>
    <w:rsid w:val="00275F42"/>
    <w:rsid w:val="002768AC"/>
    <w:rsid w:val="00282A52"/>
    <w:rsid w:val="002A3129"/>
    <w:rsid w:val="002A48F7"/>
    <w:rsid w:val="002B5C62"/>
    <w:rsid w:val="002C470F"/>
    <w:rsid w:val="002D0407"/>
    <w:rsid w:val="002D4CAD"/>
    <w:rsid w:val="002F10CA"/>
    <w:rsid w:val="002F2A20"/>
    <w:rsid w:val="002F4B1B"/>
    <w:rsid w:val="00303C67"/>
    <w:rsid w:val="00305110"/>
    <w:rsid w:val="00310CB3"/>
    <w:rsid w:val="003137C1"/>
    <w:rsid w:val="00347E8D"/>
    <w:rsid w:val="00362C4E"/>
    <w:rsid w:val="00366FFB"/>
    <w:rsid w:val="00371A75"/>
    <w:rsid w:val="0037574A"/>
    <w:rsid w:val="00375780"/>
    <w:rsid w:val="00380147"/>
    <w:rsid w:val="00381365"/>
    <w:rsid w:val="00387A0D"/>
    <w:rsid w:val="003903C2"/>
    <w:rsid w:val="003914CE"/>
    <w:rsid w:val="003933FE"/>
    <w:rsid w:val="00395F60"/>
    <w:rsid w:val="0039735A"/>
    <w:rsid w:val="003A448C"/>
    <w:rsid w:val="003A4CC6"/>
    <w:rsid w:val="003A4DDE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070ED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3E73"/>
    <w:rsid w:val="005453F1"/>
    <w:rsid w:val="00551FB7"/>
    <w:rsid w:val="005563FF"/>
    <w:rsid w:val="00562E63"/>
    <w:rsid w:val="00562EBB"/>
    <w:rsid w:val="00574D7E"/>
    <w:rsid w:val="00582CE9"/>
    <w:rsid w:val="0058794A"/>
    <w:rsid w:val="005932BA"/>
    <w:rsid w:val="005A297E"/>
    <w:rsid w:val="005A354D"/>
    <w:rsid w:val="005B24A8"/>
    <w:rsid w:val="005B2B6D"/>
    <w:rsid w:val="005B3F04"/>
    <w:rsid w:val="005B571D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42B2F"/>
    <w:rsid w:val="0065322E"/>
    <w:rsid w:val="00655DA8"/>
    <w:rsid w:val="00660237"/>
    <w:rsid w:val="00670CE4"/>
    <w:rsid w:val="0067116D"/>
    <w:rsid w:val="0067572D"/>
    <w:rsid w:val="006775EE"/>
    <w:rsid w:val="00680F7C"/>
    <w:rsid w:val="00693998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A9E"/>
    <w:rsid w:val="00713B03"/>
    <w:rsid w:val="00713FE2"/>
    <w:rsid w:val="00720ED1"/>
    <w:rsid w:val="007246D0"/>
    <w:rsid w:val="00726BF1"/>
    <w:rsid w:val="00727306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29BB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060B"/>
    <w:rsid w:val="00883BC7"/>
    <w:rsid w:val="00884D47"/>
    <w:rsid w:val="008A161C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007B"/>
    <w:rsid w:val="00935B17"/>
    <w:rsid w:val="00936AC2"/>
    <w:rsid w:val="00943874"/>
    <w:rsid w:val="00944154"/>
    <w:rsid w:val="00944BEA"/>
    <w:rsid w:val="00955C86"/>
    <w:rsid w:val="0096232C"/>
    <w:rsid w:val="00962604"/>
    <w:rsid w:val="00964A31"/>
    <w:rsid w:val="00965ACD"/>
    <w:rsid w:val="00967DAD"/>
    <w:rsid w:val="00971C8B"/>
    <w:rsid w:val="00971E24"/>
    <w:rsid w:val="00972B41"/>
    <w:rsid w:val="009807F8"/>
    <w:rsid w:val="00983EBF"/>
    <w:rsid w:val="00984E39"/>
    <w:rsid w:val="0098502B"/>
    <w:rsid w:val="00986E3C"/>
    <w:rsid w:val="00987773"/>
    <w:rsid w:val="00990974"/>
    <w:rsid w:val="00992FE3"/>
    <w:rsid w:val="0099653A"/>
    <w:rsid w:val="009A6D93"/>
    <w:rsid w:val="009A7B36"/>
    <w:rsid w:val="009A7C57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E7C31"/>
    <w:rsid w:val="00A02C84"/>
    <w:rsid w:val="00A03D77"/>
    <w:rsid w:val="00A148D6"/>
    <w:rsid w:val="00A15D8A"/>
    <w:rsid w:val="00A370AB"/>
    <w:rsid w:val="00A43299"/>
    <w:rsid w:val="00A44F98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AF1"/>
    <w:rsid w:val="00AB5621"/>
    <w:rsid w:val="00AB78A2"/>
    <w:rsid w:val="00AC4A8D"/>
    <w:rsid w:val="00AC5A4C"/>
    <w:rsid w:val="00AD5D81"/>
    <w:rsid w:val="00AD7A46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C6388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65C9"/>
    <w:rsid w:val="00C427E6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77F8A"/>
    <w:rsid w:val="00C874E6"/>
    <w:rsid w:val="00CB2D26"/>
    <w:rsid w:val="00CB3A6F"/>
    <w:rsid w:val="00CC422D"/>
    <w:rsid w:val="00CD2022"/>
    <w:rsid w:val="00CD302A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274A"/>
    <w:rsid w:val="00DB3B99"/>
    <w:rsid w:val="00DB4140"/>
    <w:rsid w:val="00DC76F0"/>
    <w:rsid w:val="00DC7E48"/>
    <w:rsid w:val="00DD06C0"/>
    <w:rsid w:val="00DD3F7A"/>
    <w:rsid w:val="00DD4731"/>
    <w:rsid w:val="00DE1789"/>
    <w:rsid w:val="00DE2A42"/>
    <w:rsid w:val="00DE3208"/>
    <w:rsid w:val="00DE5745"/>
    <w:rsid w:val="00DF2ED5"/>
    <w:rsid w:val="00E062AB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4167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226F"/>
    <w:rsid w:val="00F25128"/>
    <w:rsid w:val="00F32BD1"/>
    <w:rsid w:val="00F377D2"/>
    <w:rsid w:val="00F40848"/>
    <w:rsid w:val="00F4718C"/>
    <w:rsid w:val="00F527EB"/>
    <w:rsid w:val="00F533EA"/>
    <w:rsid w:val="00F57F56"/>
    <w:rsid w:val="00F627DC"/>
    <w:rsid w:val="00F65859"/>
    <w:rsid w:val="00F664AA"/>
    <w:rsid w:val="00F71902"/>
    <w:rsid w:val="00F724BA"/>
    <w:rsid w:val="00F751D8"/>
    <w:rsid w:val="00F835B4"/>
    <w:rsid w:val="00F90B96"/>
    <w:rsid w:val="00FA0F6A"/>
    <w:rsid w:val="00FA4EA1"/>
    <w:rsid w:val="00FB0646"/>
    <w:rsid w:val="00FB61C7"/>
    <w:rsid w:val="00FC6041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  <w:rsid w:val="00FF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35C8F3-1DB7-4CBA-B65E-5562E2D6B8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32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33</cp:revision>
  <cp:lastPrinted>2024-07-15T11:21:00Z</cp:lastPrinted>
  <dcterms:created xsi:type="dcterms:W3CDTF">2025-06-03T08:48:00Z</dcterms:created>
  <dcterms:modified xsi:type="dcterms:W3CDTF">2026-01-28T11:14:00Z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